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C305DED" w14:textId="77777777" w:rsidTr="00F862D6">
        <w:tc>
          <w:tcPr>
            <w:tcW w:w="1020" w:type="dxa"/>
          </w:tcPr>
          <w:p w14:paraId="30ED233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E8883AC" wp14:editId="66302B8F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73331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4E8883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4D73331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46CF556" w14:textId="77777777" w:rsidR="00F64786" w:rsidRDefault="00F64786" w:rsidP="0077673A"/>
        </w:tc>
        <w:tc>
          <w:tcPr>
            <w:tcW w:w="823" w:type="dxa"/>
          </w:tcPr>
          <w:p w14:paraId="330C9D7D" w14:textId="77777777" w:rsidR="00F64786" w:rsidRDefault="00F64786" w:rsidP="0077673A"/>
        </w:tc>
        <w:tc>
          <w:tcPr>
            <w:tcW w:w="3685" w:type="dxa"/>
          </w:tcPr>
          <w:p w14:paraId="06029590" w14:textId="77777777" w:rsidR="00F64786" w:rsidRDefault="00F64786" w:rsidP="0077673A"/>
        </w:tc>
      </w:tr>
      <w:tr w:rsidR="00F862D6" w14:paraId="722BD756" w14:textId="77777777" w:rsidTr="00596C7E">
        <w:tc>
          <w:tcPr>
            <w:tcW w:w="1020" w:type="dxa"/>
          </w:tcPr>
          <w:p w14:paraId="569011CE" w14:textId="77777777" w:rsidR="00F862D6" w:rsidRDefault="00F862D6" w:rsidP="0077673A"/>
        </w:tc>
        <w:tc>
          <w:tcPr>
            <w:tcW w:w="2552" w:type="dxa"/>
          </w:tcPr>
          <w:p w14:paraId="7007FB54" w14:textId="77777777" w:rsidR="00F862D6" w:rsidRDefault="00F862D6" w:rsidP="00764595"/>
        </w:tc>
        <w:tc>
          <w:tcPr>
            <w:tcW w:w="823" w:type="dxa"/>
          </w:tcPr>
          <w:p w14:paraId="7D41AA24" w14:textId="77777777" w:rsidR="00F862D6" w:rsidRDefault="00F862D6" w:rsidP="0077673A"/>
        </w:tc>
        <w:tc>
          <w:tcPr>
            <w:tcW w:w="3685" w:type="dxa"/>
            <w:vMerge w:val="restart"/>
          </w:tcPr>
          <w:p w14:paraId="5B29252E" w14:textId="77777777" w:rsidR="00596C7E" w:rsidRDefault="00596C7E" w:rsidP="00596C7E">
            <w:pPr>
              <w:rPr>
                <w:rStyle w:val="Potovnadresa"/>
              </w:rPr>
            </w:pPr>
          </w:p>
          <w:p w14:paraId="54844A8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A3454" w14:paraId="7C19C4D2" w14:textId="77777777" w:rsidTr="00F862D6">
        <w:tc>
          <w:tcPr>
            <w:tcW w:w="1020" w:type="dxa"/>
          </w:tcPr>
          <w:p w14:paraId="16F0E439" w14:textId="77777777" w:rsidR="00DA3454" w:rsidRPr="003E6B9A" w:rsidRDefault="00DA3454" w:rsidP="0077673A">
            <w:r w:rsidRPr="003E6B9A">
              <w:t>Naše zn.</w:t>
            </w:r>
          </w:p>
        </w:tc>
        <w:tc>
          <w:tcPr>
            <w:tcW w:w="2552" w:type="dxa"/>
          </w:tcPr>
          <w:p w14:paraId="32701A6D" w14:textId="77777777" w:rsidR="00DA3454" w:rsidRPr="007916FC" w:rsidRDefault="00DA3454" w:rsidP="00B07DB2">
            <w:r>
              <w:rPr>
                <w:rFonts w:ascii="Helvetica" w:hAnsi="Helvetica" w:cs="Helvetica"/>
              </w:rPr>
              <w:t>3649/2020-SŽ-SSV-Ú3</w:t>
            </w:r>
          </w:p>
        </w:tc>
        <w:tc>
          <w:tcPr>
            <w:tcW w:w="823" w:type="dxa"/>
          </w:tcPr>
          <w:p w14:paraId="11B29886" w14:textId="77777777" w:rsidR="00DA3454" w:rsidRDefault="00DA3454" w:rsidP="0077673A"/>
        </w:tc>
        <w:tc>
          <w:tcPr>
            <w:tcW w:w="3685" w:type="dxa"/>
            <w:vMerge/>
          </w:tcPr>
          <w:p w14:paraId="0B9206C1" w14:textId="77777777" w:rsidR="00DA3454" w:rsidRDefault="00DA3454" w:rsidP="0077673A"/>
        </w:tc>
      </w:tr>
      <w:tr w:rsidR="00DA3454" w14:paraId="346BEA06" w14:textId="77777777" w:rsidTr="00F862D6">
        <w:tc>
          <w:tcPr>
            <w:tcW w:w="1020" w:type="dxa"/>
          </w:tcPr>
          <w:p w14:paraId="03A09AAA" w14:textId="77777777" w:rsidR="00DA3454" w:rsidRDefault="00DA3454" w:rsidP="0077673A">
            <w:r>
              <w:t>Listů/příloh</w:t>
            </w:r>
          </w:p>
        </w:tc>
        <w:tc>
          <w:tcPr>
            <w:tcW w:w="2552" w:type="dxa"/>
          </w:tcPr>
          <w:p w14:paraId="435A0E4D" w14:textId="77777777" w:rsidR="00DA3454" w:rsidRPr="007916FC" w:rsidRDefault="00DA3454" w:rsidP="00B07DB2">
            <w:r>
              <w:t>1</w:t>
            </w:r>
            <w:r w:rsidRPr="007916FC">
              <w:t>/0</w:t>
            </w:r>
          </w:p>
        </w:tc>
        <w:tc>
          <w:tcPr>
            <w:tcW w:w="823" w:type="dxa"/>
          </w:tcPr>
          <w:p w14:paraId="70E36FB2" w14:textId="77777777" w:rsidR="00DA3454" w:rsidRDefault="00DA3454" w:rsidP="0077673A"/>
        </w:tc>
        <w:tc>
          <w:tcPr>
            <w:tcW w:w="3685" w:type="dxa"/>
            <w:vMerge/>
          </w:tcPr>
          <w:p w14:paraId="6040E3B1" w14:textId="77777777" w:rsidR="00DA3454" w:rsidRDefault="00DA3454" w:rsidP="0077673A">
            <w:pPr>
              <w:rPr>
                <w:noProof/>
              </w:rPr>
            </w:pPr>
          </w:p>
        </w:tc>
      </w:tr>
      <w:tr w:rsidR="00DA3454" w14:paraId="3A526DC2" w14:textId="77777777" w:rsidTr="00B23CA3">
        <w:trPr>
          <w:trHeight w:val="77"/>
        </w:trPr>
        <w:tc>
          <w:tcPr>
            <w:tcW w:w="1020" w:type="dxa"/>
          </w:tcPr>
          <w:p w14:paraId="2AFDB129" w14:textId="77777777" w:rsidR="00DA3454" w:rsidRDefault="00DA3454" w:rsidP="0077673A"/>
        </w:tc>
        <w:tc>
          <w:tcPr>
            <w:tcW w:w="2552" w:type="dxa"/>
          </w:tcPr>
          <w:p w14:paraId="61824896" w14:textId="77777777" w:rsidR="00DA3454" w:rsidRPr="007916FC" w:rsidRDefault="00DA3454" w:rsidP="00B07DB2"/>
        </w:tc>
        <w:tc>
          <w:tcPr>
            <w:tcW w:w="823" w:type="dxa"/>
          </w:tcPr>
          <w:p w14:paraId="5E278266" w14:textId="77777777" w:rsidR="00DA3454" w:rsidRDefault="00DA3454" w:rsidP="0077673A"/>
        </w:tc>
        <w:tc>
          <w:tcPr>
            <w:tcW w:w="3685" w:type="dxa"/>
            <w:vMerge/>
          </w:tcPr>
          <w:p w14:paraId="2CC27014" w14:textId="77777777" w:rsidR="00DA3454" w:rsidRDefault="00DA3454" w:rsidP="0077673A"/>
        </w:tc>
      </w:tr>
      <w:tr w:rsidR="00DA3454" w14:paraId="4A015226" w14:textId="77777777" w:rsidTr="00F862D6">
        <w:tc>
          <w:tcPr>
            <w:tcW w:w="1020" w:type="dxa"/>
          </w:tcPr>
          <w:p w14:paraId="074971B0" w14:textId="77777777" w:rsidR="00DA3454" w:rsidRDefault="00DA3454" w:rsidP="0077673A">
            <w:r>
              <w:t>Vyřizuje</w:t>
            </w:r>
          </w:p>
        </w:tc>
        <w:tc>
          <w:tcPr>
            <w:tcW w:w="2552" w:type="dxa"/>
          </w:tcPr>
          <w:p w14:paraId="279B27FC" w14:textId="77777777" w:rsidR="00DA3454" w:rsidRPr="007916FC" w:rsidRDefault="00DA3454" w:rsidP="00B07DB2">
            <w:r w:rsidRPr="007916FC">
              <w:t>Ing. Radomíra Rečková</w:t>
            </w:r>
          </w:p>
        </w:tc>
        <w:tc>
          <w:tcPr>
            <w:tcW w:w="823" w:type="dxa"/>
          </w:tcPr>
          <w:p w14:paraId="0659A71F" w14:textId="77777777" w:rsidR="00DA3454" w:rsidRDefault="00DA3454" w:rsidP="0077673A"/>
        </w:tc>
        <w:tc>
          <w:tcPr>
            <w:tcW w:w="3685" w:type="dxa"/>
            <w:vMerge/>
          </w:tcPr>
          <w:p w14:paraId="386D090F" w14:textId="77777777" w:rsidR="00DA3454" w:rsidRDefault="00DA3454" w:rsidP="0077673A"/>
        </w:tc>
      </w:tr>
      <w:tr w:rsidR="00DA3454" w14:paraId="717A007C" w14:textId="77777777" w:rsidTr="00F862D6">
        <w:tc>
          <w:tcPr>
            <w:tcW w:w="1020" w:type="dxa"/>
          </w:tcPr>
          <w:p w14:paraId="2FB96382" w14:textId="77777777" w:rsidR="00DA3454" w:rsidRDefault="00DA3454" w:rsidP="009A7568"/>
        </w:tc>
        <w:tc>
          <w:tcPr>
            <w:tcW w:w="2552" w:type="dxa"/>
          </w:tcPr>
          <w:p w14:paraId="762B34AF" w14:textId="77777777" w:rsidR="00DA3454" w:rsidRPr="007916FC" w:rsidRDefault="00DA3454" w:rsidP="00B07DB2"/>
        </w:tc>
        <w:tc>
          <w:tcPr>
            <w:tcW w:w="823" w:type="dxa"/>
          </w:tcPr>
          <w:p w14:paraId="72912232" w14:textId="77777777" w:rsidR="00DA3454" w:rsidRDefault="00DA3454" w:rsidP="009A7568"/>
        </w:tc>
        <w:tc>
          <w:tcPr>
            <w:tcW w:w="3685" w:type="dxa"/>
            <w:vMerge/>
          </w:tcPr>
          <w:p w14:paraId="44D9C57C" w14:textId="77777777" w:rsidR="00DA3454" w:rsidRDefault="00DA3454" w:rsidP="009A7568"/>
        </w:tc>
      </w:tr>
      <w:tr w:rsidR="00DA3454" w14:paraId="4A93AFB4" w14:textId="77777777" w:rsidTr="00F862D6">
        <w:tc>
          <w:tcPr>
            <w:tcW w:w="1020" w:type="dxa"/>
          </w:tcPr>
          <w:p w14:paraId="70717819" w14:textId="77777777" w:rsidR="00DA3454" w:rsidRDefault="00DA3454" w:rsidP="009A7568">
            <w:r>
              <w:t>Mobil</w:t>
            </w:r>
          </w:p>
        </w:tc>
        <w:tc>
          <w:tcPr>
            <w:tcW w:w="2552" w:type="dxa"/>
          </w:tcPr>
          <w:p w14:paraId="4C195C61" w14:textId="77777777" w:rsidR="00DA3454" w:rsidRPr="007916FC" w:rsidRDefault="00DA3454" w:rsidP="00B07DB2">
            <w:r w:rsidRPr="007916FC">
              <w:t>+420 725 744 197</w:t>
            </w:r>
          </w:p>
        </w:tc>
        <w:tc>
          <w:tcPr>
            <w:tcW w:w="823" w:type="dxa"/>
          </w:tcPr>
          <w:p w14:paraId="03F9D47A" w14:textId="77777777" w:rsidR="00DA3454" w:rsidRDefault="00DA3454" w:rsidP="009A7568"/>
        </w:tc>
        <w:tc>
          <w:tcPr>
            <w:tcW w:w="3685" w:type="dxa"/>
            <w:vMerge/>
          </w:tcPr>
          <w:p w14:paraId="2258FAA1" w14:textId="77777777" w:rsidR="00DA3454" w:rsidRDefault="00DA3454" w:rsidP="009A7568"/>
        </w:tc>
      </w:tr>
      <w:tr w:rsidR="00DA3454" w14:paraId="1EBDF883" w14:textId="77777777" w:rsidTr="00F862D6">
        <w:tc>
          <w:tcPr>
            <w:tcW w:w="1020" w:type="dxa"/>
          </w:tcPr>
          <w:p w14:paraId="1EC87598" w14:textId="77777777" w:rsidR="00DA3454" w:rsidRDefault="00DA3454" w:rsidP="009A7568">
            <w:r>
              <w:t>E-mail</w:t>
            </w:r>
          </w:p>
        </w:tc>
        <w:tc>
          <w:tcPr>
            <w:tcW w:w="2552" w:type="dxa"/>
          </w:tcPr>
          <w:p w14:paraId="0B53FC99" w14:textId="77777777" w:rsidR="00DA3454" w:rsidRPr="007916FC" w:rsidRDefault="00DA3454" w:rsidP="00B07DB2">
            <w:r w:rsidRPr="007916FC">
              <w:t>Reckova@szdc.cz</w:t>
            </w:r>
          </w:p>
        </w:tc>
        <w:tc>
          <w:tcPr>
            <w:tcW w:w="823" w:type="dxa"/>
          </w:tcPr>
          <w:p w14:paraId="300E2BC9" w14:textId="77777777" w:rsidR="00DA3454" w:rsidRDefault="00DA3454" w:rsidP="009A7568"/>
        </w:tc>
        <w:tc>
          <w:tcPr>
            <w:tcW w:w="3685" w:type="dxa"/>
            <w:vMerge/>
          </w:tcPr>
          <w:p w14:paraId="2AB28C52" w14:textId="77777777" w:rsidR="00DA3454" w:rsidRDefault="00DA3454" w:rsidP="009A7568"/>
        </w:tc>
      </w:tr>
      <w:tr w:rsidR="009A7568" w14:paraId="7A03D8B9" w14:textId="77777777" w:rsidTr="00F862D6">
        <w:tc>
          <w:tcPr>
            <w:tcW w:w="1020" w:type="dxa"/>
          </w:tcPr>
          <w:p w14:paraId="78F38171" w14:textId="77777777" w:rsidR="009A7568" w:rsidRDefault="009A7568" w:rsidP="009A7568"/>
        </w:tc>
        <w:tc>
          <w:tcPr>
            <w:tcW w:w="2552" w:type="dxa"/>
          </w:tcPr>
          <w:p w14:paraId="30B9D3AC" w14:textId="77777777" w:rsidR="009A7568" w:rsidRPr="003E6B9A" w:rsidRDefault="009A7568" w:rsidP="009A7568"/>
        </w:tc>
        <w:tc>
          <w:tcPr>
            <w:tcW w:w="823" w:type="dxa"/>
          </w:tcPr>
          <w:p w14:paraId="63FA3EA1" w14:textId="77777777" w:rsidR="009A7568" w:rsidRDefault="009A7568" w:rsidP="009A7568"/>
        </w:tc>
        <w:tc>
          <w:tcPr>
            <w:tcW w:w="3685" w:type="dxa"/>
          </w:tcPr>
          <w:p w14:paraId="12419BD4" w14:textId="77777777" w:rsidR="009A7568" w:rsidRDefault="009A7568" w:rsidP="009A7568"/>
        </w:tc>
      </w:tr>
      <w:tr w:rsidR="009A7568" w14:paraId="3C98157F" w14:textId="77777777" w:rsidTr="00F862D6">
        <w:tc>
          <w:tcPr>
            <w:tcW w:w="1020" w:type="dxa"/>
          </w:tcPr>
          <w:p w14:paraId="009E20B4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D5957A8" w14:textId="7745DEE6" w:rsidR="009A7568" w:rsidRPr="003E6B9A" w:rsidRDefault="00F10E0D" w:rsidP="0057141E">
            <w:bookmarkStart w:id="0" w:name="Datum"/>
            <w:r>
              <w:t>5</w:t>
            </w:r>
            <w:r w:rsidR="001037B2">
              <w:t>. května 2020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7849FB2" w14:textId="77777777" w:rsidR="009A7568" w:rsidRDefault="009A7568" w:rsidP="009A7568"/>
        </w:tc>
        <w:tc>
          <w:tcPr>
            <w:tcW w:w="3685" w:type="dxa"/>
          </w:tcPr>
          <w:p w14:paraId="35EF68E6" w14:textId="77777777" w:rsidR="009A7568" w:rsidRDefault="009A7568" w:rsidP="009A7568"/>
        </w:tc>
      </w:tr>
      <w:tr w:rsidR="00F64786" w14:paraId="5BB20C5F" w14:textId="77777777" w:rsidTr="00F862D6">
        <w:tc>
          <w:tcPr>
            <w:tcW w:w="1020" w:type="dxa"/>
          </w:tcPr>
          <w:p w14:paraId="317D9017" w14:textId="77777777" w:rsidR="00F64786" w:rsidRDefault="00F64786" w:rsidP="0077673A"/>
        </w:tc>
        <w:tc>
          <w:tcPr>
            <w:tcW w:w="2552" w:type="dxa"/>
          </w:tcPr>
          <w:p w14:paraId="390D8BDC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7BB5807" w14:textId="77777777" w:rsidR="00F64786" w:rsidRDefault="00F64786" w:rsidP="0077673A"/>
        </w:tc>
        <w:tc>
          <w:tcPr>
            <w:tcW w:w="3685" w:type="dxa"/>
          </w:tcPr>
          <w:p w14:paraId="492CEDF8" w14:textId="77777777" w:rsidR="00F64786" w:rsidRDefault="00F64786" w:rsidP="0077673A"/>
        </w:tc>
      </w:tr>
      <w:tr w:rsidR="00162F33" w:rsidRPr="00162F33" w14:paraId="67AA8017" w14:textId="77777777" w:rsidTr="00B45E9E">
        <w:trPr>
          <w:trHeight w:val="794"/>
        </w:trPr>
        <w:tc>
          <w:tcPr>
            <w:tcW w:w="1020" w:type="dxa"/>
          </w:tcPr>
          <w:p w14:paraId="58918B13" w14:textId="77777777" w:rsidR="00F862D6" w:rsidRPr="00162F33" w:rsidRDefault="00F862D6" w:rsidP="0077673A"/>
        </w:tc>
        <w:tc>
          <w:tcPr>
            <w:tcW w:w="2552" w:type="dxa"/>
          </w:tcPr>
          <w:p w14:paraId="62914DB0" w14:textId="77777777" w:rsidR="00F862D6" w:rsidRPr="00162F33" w:rsidRDefault="00F862D6" w:rsidP="00F310F8"/>
        </w:tc>
        <w:tc>
          <w:tcPr>
            <w:tcW w:w="823" w:type="dxa"/>
          </w:tcPr>
          <w:p w14:paraId="7B5E4774" w14:textId="77777777" w:rsidR="00F862D6" w:rsidRPr="00162F33" w:rsidRDefault="00F862D6" w:rsidP="0077673A"/>
        </w:tc>
        <w:tc>
          <w:tcPr>
            <w:tcW w:w="3685" w:type="dxa"/>
          </w:tcPr>
          <w:p w14:paraId="6AE82A45" w14:textId="77777777" w:rsidR="00F862D6" w:rsidRPr="00162F33" w:rsidRDefault="00F862D6" w:rsidP="0077673A"/>
        </w:tc>
      </w:tr>
    </w:tbl>
    <w:p w14:paraId="1300E945" w14:textId="68469E6B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62F33">
        <w:rPr>
          <w:rFonts w:eastAsia="Calibri" w:cs="Times New Roman"/>
          <w:lang w:eastAsia="cs-CZ"/>
        </w:rPr>
        <w:t xml:space="preserve">Věc: </w:t>
      </w:r>
      <w:r w:rsidR="0057141E" w:rsidRPr="00162F33">
        <w:rPr>
          <w:rFonts w:eastAsia="Calibri" w:cs="Times New Roman"/>
          <w:b/>
          <w:lang w:eastAsia="cs-CZ"/>
        </w:rPr>
        <w:t xml:space="preserve">Výstavba PZS v km 60,592 (P 5488) v trati Trutnov Poříčí – Královec </w:t>
      </w:r>
      <w:proofErr w:type="gramStart"/>
      <w:r w:rsidR="0057141E" w:rsidRPr="00162F33">
        <w:rPr>
          <w:rFonts w:eastAsia="Calibri" w:cs="Times New Roman"/>
          <w:b/>
          <w:lang w:eastAsia="cs-CZ"/>
        </w:rPr>
        <w:t>st.hr</w:t>
      </w:r>
      <w:proofErr w:type="gramEnd"/>
      <w:r w:rsidR="0057141E" w:rsidRPr="00162F33">
        <w:rPr>
          <w:rFonts w:eastAsia="Calibri" w:cs="Times New Roman"/>
          <w:b/>
          <w:lang w:eastAsia="cs-CZ"/>
        </w:rPr>
        <w:t xml:space="preserve">. </w:t>
      </w:r>
      <w:r w:rsidRPr="00162F33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7D45ED">
        <w:rPr>
          <w:rFonts w:eastAsia="Times New Roman" w:cs="Times New Roman"/>
          <w:lang w:eastAsia="cs-CZ"/>
        </w:rPr>
        <w:t>1</w:t>
      </w:r>
      <w:bookmarkStart w:id="1" w:name="_GoBack"/>
      <w:bookmarkEnd w:id="1"/>
      <w:r w:rsidRPr="00CB7B5A">
        <w:rPr>
          <w:rFonts w:eastAsia="Calibri" w:cs="Times New Roman"/>
          <w:lang w:eastAsia="cs-CZ"/>
        </w:rPr>
        <w:t xml:space="preserve"> </w:t>
      </w:r>
    </w:p>
    <w:p w14:paraId="2501B9A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23CE9D" w14:textId="77777777" w:rsidR="00E6471A" w:rsidRDefault="00E6471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E3C47B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7997D73F" w14:textId="77777777" w:rsidR="00CB7B5A" w:rsidRPr="0057141E" w:rsidRDefault="0057141E" w:rsidP="00CB7B5A">
      <w:pPr>
        <w:spacing w:after="0" w:line="240" w:lineRule="auto"/>
        <w:rPr>
          <w:rFonts w:eastAsia="Calibri" w:cs="Times New Roman"/>
          <w:lang w:eastAsia="cs-CZ"/>
        </w:rPr>
      </w:pPr>
      <w:r w:rsidRPr="0057141E">
        <w:rPr>
          <w:rFonts w:eastAsia="Calibri" w:cs="Times New Roman"/>
          <w:lang w:eastAsia="cs-CZ"/>
        </w:rPr>
        <w:t>V souvislosti se zabezpečovacím zařízením na přejezdu se tážeme, zda požaduje zadavatel u závor břevna s břevnovými svítilnami. V kladném případě žádáme o poskytnutí požadavků, které budou kladeny na břevnové svítilny (především na ovládání a dohled svícení břevnových svítilen).</w:t>
      </w:r>
    </w:p>
    <w:p w14:paraId="51298CB0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2071F11" w14:textId="33D16CD5" w:rsidR="00CB7B5A" w:rsidRPr="00E6471A" w:rsidRDefault="00C21B3D" w:rsidP="00CB7B5A">
      <w:pPr>
        <w:spacing w:after="0" w:line="240" w:lineRule="auto"/>
        <w:rPr>
          <w:rFonts w:eastAsia="Calibri" w:cs="Times New Roman"/>
          <w:lang w:eastAsia="cs-CZ"/>
        </w:rPr>
      </w:pPr>
      <w:r w:rsidRPr="00E6471A">
        <w:rPr>
          <w:rFonts w:eastAsia="Calibri" w:cs="Times New Roman"/>
          <w:lang w:eastAsia="cs-CZ"/>
        </w:rPr>
        <w:t xml:space="preserve">Zadavatel nepožaduje </w:t>
      </w:r>
      <w:r w:rsidR="00DB5B35" w:rsidRPr="00E6471A">
        <w:rPr>
          <w:rFonts w:eastAsia="Calibri" w:cs="Times New Roman"/>
          <w:lang w:eastAsia="cs-CZ"/>
        </w:rPr>
        <w:t>u závor břevna s břevnovými svítilnami.</w:t>
      </w:r>
    </w:p>
    <w:p w14:paraId="263FB4EE" w14:textId="77777777" w:rsidR="0057141E" w:rsidRDefault="0057141E" w:rsidP="00CB7B5A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750CDB8F" w14:textId="77777777" w:rsidR="0057141E" w:rsidRDefault="0057141E" w:rsidP="00CB7B5A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670DAD81" w14:textId="77777777"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73E3B38" w14:textId="0448F442" w:rsidR="00CB7B5A" w:rsidRDefault="00483F34" w:rsidP="00E6471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7DCF4963" w14:textId="77777777" w:rsidR="00E6471A" w:rsidRDefault="00E6471A" w:rsidP="00E6471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7BA4A96" w14:textId="77777777" w:rsidR="00E6471A" w:rsidRDefault="00E6471A" w:rsidP="00E6471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43F4AC3" w14:textId="77777777" w:rsidR="00E6471A" w:rsidRPr="00CB7B5A" w:rsidRDefault="00E6471A" w:rsidP="00E6471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E66C18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6471A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71BA31A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A4CD95D" w14:textId="1C17A38F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013B921E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5612764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B3124C2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075C0E55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E7CE9" w14:textId="77777777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1EA60AB" w14:textId="77777777" w:rsidR="00C21B3D" w:rsidRDefault="00C21B3D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78B680C" w14:textId="77777777" w:rsidR="00C21B3D" w:rsidRDefault="00C21B3D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0CBFF0A" w14:textId="77777777" w:rsidR="00E6471A" w:rsidRDefault="00E6471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A236BBA" w14:textId="77777777" w:rsidR="00C21B3D" w:rsidRPr="00CB7B5A" w:rsidRDefault="00C21B3D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82AF306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52BA1B1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48AE79D4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8849B7F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424E3D0A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111199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37F7E7" w14:textId="77777777" w:rsidR="00EB4B35" w:rsidRDefault="00EB4B35" w:rsidP="00962258">
      <w:pPr>
        <w:spacing w:after="0" w:line="240" w:lineRule="auto"/>
      </w:pPr>
      <w:r>
        <w:separator/>
      </w:r>
    </w:p>
  </w:endnote>
  <w:endnote w:type="continuationSeparator" w:id="0">
    <w:p w14:paraId="6A36D504" w14:textId="77777777" w:rsidR="00EB4B35" w:rsidRDefault="00EB4B3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7A24B0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5249C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94C86B" w14:textId="3EEBFCA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1B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42E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D98D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23F45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462332E" w14:textId="77777777" w:rsidR="00F1715C" w:rsidRDefault="00F1715C" w:rsidP="00D831A3">
          <w:pPr>
            <w:pStyle w:val="Zpat"/>
          </w:pPr>
        </w:p>
      </w:tc>
    </w:tr>
  </w:tbl>
  <w:p w14:paraId="1DE3FCA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570D983" wp14:editId="1555593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1A843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64BAE81" wp14:editId="20724E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B3616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3DE0AC5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C08B00" w14:textId="62512CB3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45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45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A1534B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1A054B5A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286CC6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1E1C0CC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CAE15EB" w14:textId="77777777"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D8BC0F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576D9D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B8ED3C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1607E79" w14:textId="77777777" w:rsidR="00490C88" w:rsidRDefault="00490C88" w:rsidP="00331004">
          <w:pPr>
            <w:pStyle w:val="Zpat"/>
          </w:pPr>
        </w:p>
      </w:tc>
    </w:tr>
  </w:tbl>
  <w:p w14:paraId="6F4165C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AC9181A" wp14:editId="6FAE873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9EF240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58741A6" wp14:editId="00EE34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A51896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AEA055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119DD6" w14:textId="77777777" w:rsidR="00EB4B35" w:rsidRDefault="00EB4B35" w:rsidP="00962258">
      <w:pPr>
        <w:spacing w:after="0" w:line="240" w:lineRule="auto"/>
      </w:pPr>
      <w:r>
        <w:separator/>
      </w:r>
    </w:p>
  </w:footnote>
  <w:footnote w:type="continuationSeparator" w:id="0">
    <w:p w14:paraId="02273B02" w14:textId="77777777" w:rsidR="00EB4B35" w:rsidRDefault="00EB4B3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EE64D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EF67BB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055CF8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0843C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31D87FB" w14:textId="77777777" w:rsidR="00F1715C" w:rsidRPr="00D6163D" w:rsidRDefault="00F1715C" w:rsidP="00D6163D">
          <w:pPr>
            <w:pStyle w:val="Druhdokumentu"/>
          </w:pPr>
        </w:p>
      </w:tc>
    </w:tr>
  </w:tbl>
  <w:p w14:paraId="20F57CB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D296B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4074AB5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C386579" wp14:editId="7A99A8AC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C9EE7B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BCE874E" w14:textId="77777777" w:rsidR="00F3199A" w:rsidRPr="00D6163D" w:rsidRDefault="00F3199A" w:rsidP="00FC6389">
          <w:pPr>
            <w:pStyle w:val="Druhdokumentu"/>
          </w:pPr>
        </w:p>
      </w:tc>
    </w:tr>
    <w:tr w:rsidR="00F3199A" w14:paraId="365A210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91438A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E8C6E4" wp14:editId="44231522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EBEC7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79BD27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AB1518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0EEA062" wp14:editId="2D8B79B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5A15088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F905F8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037B2"/>
    <w:rsid w:val="00114472"/>
    <w:rsid w:val="00162F33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B5442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141E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D45ED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35E6B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21B3D"/>
    <w:rsid w:val="00C30759"/>
    <w:rsid w:val="00C44F6A"/>
    <w:rsid w:val="00C727E5"/>
    <w:rsid w:val="00C742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3454"/>
    <w:rsid w:val="00DA6FFE"/>
    <w:rsid w:val="00DB5B35"/>
    <w:rsid w:val="00DC3110"/>
    <w:rsid w:val="00DD46F3"/>
    <w:rsid w:val="00DD58A6"/>
    <w:rsid w:val="00DE56F2"/>
    <w:rsid w:val="00DF116D"/>
    <w:rsid w:val="00E6471A"/>
    <w:rsid w:val="00E824F1"/>
    <w:rsid w:val="00EB104F"/>
    <w:rsid w:val="00EB4B35"/>
    <w:rsid w:val="00ED14BD"/>
    <w:rsid w:val="00F01440"/>
    <w:rsid w:val="00F10E0D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15EA3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7C42B2-4834-4E75-9D8B-ADC26E2E9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6</cp:revision>
  <cp:lastPrinted>2020-05-04T12:10:00Z</cp:lastPrinted>
  <dcterms:created xsi:type="dcterms:W3CDTF">2020-05-04T12:04:00Z</dcterms:created>
  <dcterms:modified xsi:type="dcterms:W3CDTF">2020-05-05T06:39:00Z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